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366D" w14:textId="0E80279E" w:rsidR="007910C0" w:rsidRPr="00EB5E7A" w:rsidRDefault="007910C0" w:rsidP="007910C0">
      <w:pPr>
        <w:tabs>
          <w:tab w:val="left" w:pos="7591"/>
        </w:tabs>
        <w:spacing w:before="69"/>
        <w:ind w:left="115"/>
        <w:jc w:val="righ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Zał</w:t>
      </w:r>
      <w:r w:rsidR="00A12B27" w:rsidRPr="00EB5E7A">
        <w:rPr>
          <w:rFonts w:asciiTheme="minorHAnsi" w:hAnsiTheme="minorHAnsi" w:cstheme="minorHAnsi"/>
          <w:b/>
          <w:sz w:val="20"/>
          <w:szCs w:val="20"/>
        </w:rPr>
        <w:t>.</w:t>
      </w:r>
      <w:r w:rsidRPr="00EB5E7A">
        <w:rPr>
          <w:rFonts w:asciiTheme="minorHAnsi" w:hAnsiTheme="minorHAnsi" w:cstheme="minorHAnsi"/>
          <w:b/>
          <w:sz w:val="20"/>
          <w:szCs w:val="20"/>
        </w:rPr>
        <w:t xml:space="preserve"> nr </w:t>
      </w:r>
      <w:r w:rsidR="00EB5E7A" w:rsidRPr="00EB5E7A">
        <w:rPr>
          <w:rFonts w:asciiTheme="minorHAnsi" w:hAnsiTheme="minorHAnsi" w:cstheme="minorHAnsi"/>
          <w:b/>
          <w:sz w:val="20"/>
          <w:szCs w:val="20"/>
        </w:rPr>
        <w:t>10</w:t>
      </w:r>
      <w:r w:rsidRPr="00EB5E7A">
        <w:rPr>
          <w:rFonts w:asciiTheme="minorHAnsi" w:hAnsiTheme="minorHAnsi" w:cstheme="minorHAnsi"/>
          <w:b/>
          <w:sz w:val="20"/>
          <w:szCs w:val="20"/>
        </w:rPr>
        <w:t xml:space="preserve"> do SWZ (wzór)</w:t>
      </w:r>
    </w:p>
    <w:p w14:paraId="1D70FB91" w14:textId="77777777" w:rsidR="007910C0" w:rsidRPr="00EB5E7A" w:rsidRDefault="007910C0" w:rsidP="007910C0">
      <w:pPr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Zamawiający</w:t>
      </w:r>
    </w:p>
    <w:p w14:paraId="126FA5D9" w14:textId="2AD36B10" w:rsidR="007910C0" w:rsidRPr="00EB5E7A" w:rsidRDefault="00EB5E7A" w:rsidP="007910C0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Zarząd Infrastruktury Wodnej</w:t>
      </w:r>
    </w:p>
    <w:p w14:paraId="488C5F81" w14:textId="10190580" w:rsidR="00EF6684" w:rsidRPr="00EB5E7A" w:rsidRDefault="007910C0" w:rsidP="00024E4F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os. Szkolne 27, 31-977 Kraków</w:t>
      </w:r>
    </w:p>
    <w:p w14:paraId="752FDE20" w14:textId="77777777" w:rsidR="00A12B27" w:rsidRPr="00EB5E7A" w:rsidRDefault="00A12B27" w:rsidP="00F34A62">
      <w:pPr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486955BB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0C0AB430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1AF535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</w:t>
      </w:r>
    </w:p>
    <w:p w14:paraId="0E1C98B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>od podmiotu: NIP/PESEL, KRS/</w:t>
      </w:r>
      <w:proofErr w:type="spellStart"/>
      <w:r w:rsidRPr="00EB5E7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B5E7A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A1B0D66" w14:textId="77777777" w:rsidR="00A12B27" w:rsidRPr="00EB5E7A" w:rsidRDefault="00A12B27" w:rsidP="00F34A62">
      <w:pPr>
        <w:ind w:right="354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EB5E7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E045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59EC1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3EC38194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D4EE653" w14:textId="77777777" w:rsidR="00A12B27" w:rsidRPr="00EB5E7A" w:rsidRDefault="00A12B27" w:rsidP="00A12B27">
      <w:pPr>
        <w:rPr>
          <w:rFonts w:asciiTheme="minorHAnsi" w:hAnsiTheme="minorHAnsi" w:cstheme="minorHAnsi"/>
          <w:b/>
          <w:sz w:val="20"/>
          <w:szCs w:val="20"/>
        </w:rPr>
      </w:pPr>
    </w:p>
    <w:p w14:paraId="0B3DEEE5" w14:textId="035C7B1E" w:rsidR="00871673" w:rsidRDefault="00A12B27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Dotyczy zamówienia publicznego pn.</w:t>
      </w:r>
      <w:r w:rsidRPr="00EB5E7A">
        <w:rPr>
          <w:rFonts w:asciiTheme="minorHAnsi" w:hAnsiTheme="minorHAnsi" w:cstheme="minorHAnsi"/>
          <w:b/>
          <w:sz w:val="20"/>
          <w:szCs w:val="20"/>
        </w:rPr>
        <w:t>:</w:t>
      </w:r>
      <w:r w:rsidR="00472A59" w:rsidRPr="00EB5E7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93E6B" w:rsidRPr="00793E6B"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  <w:t>Bieżące utrzymanie, nadzór i obsługa techniczna pompowni ścieków sanitarnych oraz automatycznych i mechanicznych zaworów przeciw zalewowych w toaletach miejskich na terenie m. Krakowa w 2026-2028</w:t>
      </w:r>
    </w:p>
    <w:p w14:paraId="0892B803" w14:textId="77777777" w:rsidR="00EB5E7A" w:rsidRPr="00EB5E7A" w:rsidRDefault="00EB5E7A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</w:p>
    <w:p w14:paraId="703C01C8" w14:textId="05C1D9A8" w:rsidR="00EF6684" w:rsidRPr="00EB5E7A" w:rsidRDefault="004A57DC" w:rsidP="00F34A6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>WYKAZ OSÓB</w:t>
      </w:r>
    </w:p>
    <w:p w14:paraId="6C4F09BA" w14:textId="36697CB7" w:rsidR="00AB7DCB" w:rsidRPr="00EB5E7A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niezbędnych do wykonania zamówienia publicznego</w:t>
      </w:r>
      <w:r w:rsidR="00F147A1" w:rsidRPr="00EB5E7A">
        <w:rPr>
          <w:rFonts w:asciiTheme="minorHAnsi" w:hAnsiTheme="minorHAnsi" w:cstheme="minorHAnsi"/>
          <w:sz w:val="20"/>
          <w:szCs w:val="20"/>
        </w:rPr>
        <w:t xml:space="preserve"> </w:t>
      </w:r>
      <w:r w:rsidRPr="00EB5E7A">
        <w:rPr>
          <w:rFonts w:asciiTheme="minorHAnsi" w:hAnsiTheme="minorHAnsi" w:cstheme="minorHAnsi"/>
          <w:sz w:val="20"/>
          <w:szCs w:val="20"/>
        </w:rPr>
        <w:t>oraz informacją o podstawie do dysponowania tymi osobami</w:t>
      </w:r>
    </w:p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2780"/>
        <w:gridCol w:w="3282"/>
        <w:gridCol w:w="3149"/>
        <w:gridCol w:w="4046"/>
      </w:tblGrid>
      <w:tr w:rsidR="001B592D" w:rsidRPr="00EB5E7A" w14:paraId="31956C43" w14:textId="77777777" w:rsidTr="0054379A">
        <w:trPr>
          <w:jc w:val="center"/>
        </w:trPr>
        <w:tc>
          <w:tcPr>
            <w:tcW w:w="596" w:type="dxa"/>
            <w:vAlign w:val="center"/>
          </w:tcPr>
          <w:p w14:paraId="23B3FE68" w14:textId="4CE4E339" w:rsidR="001B592D" w:rsidRPr="00EB5E7A" w:rsidRDefault="001B592D" w:rsidP="00EF668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780" w:type="dxa"/>
            <w:vAlign w:val="center"/>
          </w:tcPr>
          <w:p w14:paraId="5E2C4B0D" w14:textId="15619D67" w:rsidR="001B592D" w:rsidRPr="00EB5E7A" w:rsidRDefault="001B592D" w:rsidP="001B59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Stanowisko</w:t>
            </w:r>
          </w:p>
        </w:tc>
        <w:tc>
          <w:tcPr>
            <w:tcW w:w="3282" w:type="dxa"/>
            <w:vAlign w:val="center"/>
          </w:tcPr>
          <w:p w14:paraId="4B33A729" w14:textId="27721214" w:rsidR="001B592D" w:rsidRPr="00EB5E7A" w:rsidRDefault="001B592D" w:rsidP="00EF668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3149" w:type="dxa"/>
            <w:vAlign w:val="center"/>
          </w:tcPr>
          <w:p w14:paraId="17A09F65" w14:textId="4531FA9F" w:rsidR="001B592D" w:rsidRPr="00EB5E7A" w:rsidRDefault="001B592D" w:rsidP="0058674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Opis posiadanych uprawnień</w:t>
            </w:r>
            <w:r w:rsidR="00037ED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zgodnie z określonym warunkiem udziału </w:t>
            </w:r>
            <w:r w:rsidR="00F304E2"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w postępowaniu </w:t>
            </w:r>
          </w:p>
        </w:tc>
        <w:tc>
          <w:tcPr>
            <w:tcW w:w="4046" w:type="dxa"/>
            <w:vAlign w:val="center"/>
          </w:tcPr>
          <w:p w14:paraId="3FBC304A" w14:textId="2E47983D" w:rsidR="001B592D" w:rsidRPr="00EB5E7A" w:rsidRDefault="001B592D" w:rsidP="00EF668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Informacja o zasobach własnych lub podmiotu udostępniającego zasoby</w:t>
            </w:r>
            <w:r w:rsidRPr="00EB5E7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zgodnie z art. 118 ustawy Prawo zamówień publicznych</w:t>
            </w:r>
          </w:p>
        </w:tc>
      </w:tr>
      <w:tr w:rsidR="001B592D" w:rsidRPr="00EB5E7A" w14:paraId="554A31F9" w14:textId="77777777" w:rsidTr="0054379A">
        <w:trPr>
          <w:trHeight w:val="70"/>
          <w:jc w:val="center"/>
        </w:trPr>
        <w:tc>
          <w:tcPr>
            <w:tcW w:w="596" w:type="dxa"/>
            <w:vAlign w:val="center"/>
          </w:tcPr>
          <w:p w14:paraId="620BE670" w14:textId="0C179362" w:rsidR="001B592D" w:rsidRPr="00577A04" w:rsidRDefault="001B592D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7A04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780" w:type="dxa"/>
          </w:tcPr>
          <w:p w14:paraId="4592BA0F" w14:textId="77777777" w:rsidR="001B592D" w:rsidRPr="00577A04" w:rsidRDefault="001B592D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18C8AD" w14:textId="77777777" w:rsidR="00E75F04" w:rsidRPr="00577A04" w:rsidRDefault="00E75F04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F4DD46" w14:textId="77777777" w:rsidR="00E72B96" w:rsidRPr="00577A04" w:rsidRDefault="00E72B96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7A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1673" w:rsidRPr="00577A04">
              <w:rPr>
                <w:rFonts w:asciiTheme="minorHAnsi" w:hAnsiTheme="minorHAnsi" w:cstheme="minorHAnsi"/>
                <w:sz w:val="20"/>
                <w:szCs w:val="20"/>
              </w:rPr>
              <w:t>………………………..</w:t>
            </w:r>
          </w:p>
          <w:p w14:paraId="3DB3852C" w14:textId="1DAA4B69" w:rsidR="00EA4D46" w:rsidRPr="00577A04" w:rsidRDefault="00577A04" w:rsidP="00534D72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577A0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Osoba posiadająca świadectwo kwalifikacyjne</w:t>
            </w:r>
          </w:p>
        </w:tc>
        <w:tc>
          <w:tcPr>
            <w:tcW w:w="3282" w:type="dxa"/>
            <w:vAlign w:val="center"/>
          </w:tcPr>
          <w:p w14:paraId="7D94438E" w14:textId="64481DFE" w:rsidR="001B592D" w:rsidRPr="00577A04" w:rsidRDefault="001B592D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F09BDE" w14:textId="77777777" w:rsidR="001B592D" w:rsidRPr="00577A04" w:rsidRDefault="001B592D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98621A" w14:textId="77777777" w:rsidR="001B592D" w:rsidRPr="00577A04" w:rsidRDefault="001B592D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F839BE" w14:textId="77777777" w:rsidR="001B592D" w:rsidRPr="00577A04" w:rsidRDefault="001B592D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CBEDA3" w14:textId="77777777" w:rsidR="001B592D" w:rsidRPr="00577A04" w:rsidRDefault="001B592D" w:rsidP="004B48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9" w:type="dxa"/>
            <w:vAlign w:val="center"/>
          </w:tcPr>
          <w:p w14:paraId="20B6C7DF" w14:textId="77777777" w:rsidR="00B072DE" w:rsidRPr="00577A04" w:rsidRDefault="00B072DE" w:rsidP="00B072D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686839" w14:textId="2D513DA6" w:rsidR="00BB54C4" w:rsidRPr="00577A04" w:rsidRDefault="00BB54C4" w:rsidP="00B072D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040F39E" w14:textId="4E9F9602" w:rsidR="001B592D" w:rsidRPr="00577A04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A04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6FE8982" w14:textId="488715DC" w:rsidR="001B592D" w:rsidRPr="00577A04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A04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28656F0A" w14:textId="77777777" w:rsidR="001B592D" w:rsidRPr="00577A04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A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6CFB8E70" w14:textId="58DCC459" w:rsidR="001B592D" w:rsidRPr="00577A04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A04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09945E25" w14:textId="15615558" w:rsidR="001B592D" w:rsidRPr="00577A04" w:rsidRDefault="001B592D" w:rsidP="004B48F8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577A0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Nazwa firmy (podmiotu udostępniającego zasób)</w:t>
            </w:r>
          </w:p>
          <w:p w14:paraId="1BEC63DF" w14:textId="77777777" w:rsidR="001B592D" w:rsidRPr="00577A04" w:rsidRDefault="001B592D" w:rsidP="004B48F8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1F63F3" w14:textId="6A24BC8F" w:rsidR="002674B3" w:rsidRPr="00577A04" w:rsidRDefault="001B592D" w:rsidP="004B48F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A04">
              <w:rPr>
                <w:rFonts w:asciiTheme="minorHAnsi" w:hAnsiTheme="minorHAnsi" w:cstheme="minorHAnsi"/>
                <w:bCs/>
                <w:sz w:val="20"/>
                <w:szCs w:val="20"/>
              </w:rPr>
              <w:t>*niepotrzebne skreślić</w:t>
            </w:r>
          </w:p>
        </w:tc>
      </w:tr>
    </w:tbl>
    <w:p w14:paraId="6A2CC3BE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06F395DA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1C955E3E" w14:textId="525E4E6D" w:rsidR="003F3553" w:rsidRPr="00EB5E7A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  <w:r w:rsidRPr="00EB5E7A">
        <w:rPr>
          <w:rFonts w:eastAsia="Times New Roman" w:cs="Calibri"/>
          <w:sz w:val="20"/>
          <w:szCs w:val="20"/>
          <w:lang w:eastAsia="ar-SA"/>
        </w:rPr>
        <w:t xml:space="preserve">  </w:t>
      </w:r>
      <w:bookmarkStart w:id="0" w:name="_Hlk61436620"/>
      <w:r w:rsidRPr="00EB5E7A">
        <w:rPr>
          <w:rFonts w:eastAsia="Times New Roman" w:cs="Calibri"/>
          <w:sz w:val="20"/>
          <w:szCs w:val="20"/>
          <w:lang w:eastAsia="ar-SA"/>
        </w:rPr>
        <w:t>____________________________________________________</w:t>
      </w:r>
    </w:p>
    <w:p w14:paraId="294D2E44" w14:textId="7E29E274" w:rsidR="003F3553" w:rsidRPr="00EB5E7A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  <w:r w:rsidRPr="00EB5E7A">
        <w:rPr>
          <w:rFonts w:eastAsia="Times New Roman" w:cs="Calibri"/>
          <w:i/>
          <w:sz w:val="20"/>
          <w:szCs w:val="20"/>
          <w:lang w:eastAsia="ar-SA"/>
        </w:rPr>
        <w:t>podpis osoby prawidłowo umocowanej do składania oświadczeń wiedzy i woli w imieniu Wykonawcy/ ów</w:t>
      </w:r>
    </w:p>
    <w:p w14:paraId="27E1724E" w14:textId="77777777" w:rsidR="00A13EA2" w:rsidRPr="00EB5E7A" w:rsidRDefault="00A13EA2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</w:p>
    <w:bookmarkEnd w:id="0"/>
    <w:p w14:paraId="3BA3F53F" w14:textId="61E13A47" w:rsidR="00145F9F" w:rsidRPr="00EB5E7A" w:rsidRDefault="003F3553" w:rsidP="00F34A62">
      <w:pPr>
        <w:suppressAutoHyphens/>
        <w:jc w:val="both"/>
        <w:rPr>
          <w:rFonts w:cs="Calibri"/>
          <w:i/>
          <w:sz w:val="20"/>
          <w:szCs w:val="20"/>
        </w:rPr>
      </w:pPr>
      <w:r w:rsidRPr="00EB5E7A">
        <w:rPr>
          <w:rFonts w:eastAsia="Times New Roman" w:cs="Calibri"/>
          <w:color w:val="FF0000"/>
          <w:sz w:val="20"/>
          <w:szCs w:val="20"/>
          <w:lang w:eastAsia="ar-SA"/>
        </w:rPr>
        <w:t>Dokument wymaga podpisu elektronicznego</w:t>
      </w:r>
      <w:r w:rsidRPr="00EB5E7A">
        <w:rPr>
          <w:rFonts w:eastAsia="Times New Roman" w:cs="Calibri"/>
          <w:sz w:val="20"/>
          <w:szCs w:val="20"/>
          <w:lang w:eastAsia="ar-SA"/>
        </w:rPr>
        <w:t>. Przez podpis elektroniczny należy rozumieć:</w:t>
      </w:r>
      <w:r w:rsidRPr="00EB5E7A">
        <w:rPr>
          <w:rFonts w:eastAsia="Times New Roman" w:cs="Calibri"/>
          <w:iCs/>
          <w:sz w:val="20"/>
          <w:szCs w:val="20"/>
          <w:lang w:eastAsia="ar-SA"/>
        </w:rPr>
        <w:t xml:space="preserve"> podpis kwalifikowany lub podpis osobisty lub podpis zaufany</w:t>
      </w:r>
      <w:r w:rsidRPr="00EB5E7A">
        <w:rPr>
          <w:rFonts w:eastAsia="Times New Roman" w:cs="Calibri"/>
          <w:sz w:val="20"/>
          <w:szCs w:val="20"/>
          <w:lang w:eastAsia="ar-SA"/>
        </w:rPr>
        <w:t xml:space="preserve">. </w:t>
      </w:r>
    </w:p>
    <w:sectPr w:rsidR="00145F9F" w:rsidRPr="00EB5E7A" w:rsidSect="006E5803">
      <w:headerReference w:type="default" r:id="rId7"/>
      <w:footerReference w:type="default" r:id="rId8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79DBB" w14:textId="77777777" w:rsidR="00341B54" w:rsidRDefault="00341B54" w:rsidP="00191191">
      <w:r>
        <w:separator/>
      </w:r>
    </w:p>
  </w:endnote>
  <w:endnote w:type="continuationSeparator" w:id="0">
    <w:p w14:paraId="3E1E8778" w14:textId="77777777" w:rsidR="00341B54" w:rsidRDefault="00341B54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33549A7A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Pr="00891CF1">
          <w:rPr>
            <w:sz w:val="20"/>
            <w:szCs w:val="20"/>
            <w:lang w:val="pl-PL"/>
          </w:rPr>
          <w:t>2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13CEF" w14:textId="77777777" w:rsidR="00341B54" w:rsidRDefault="00341B54" w:rsidP="00191191">
      <w:r>
        <w:separator/>
      </w:r>
    </w:p>
  </w:footnote>
  <w:footnote w:type="continuationSeparator" w:id="0">
    <w:p w14:paraId="7E2351C7" w14:textId="77777777" w:rsidR="00341B54" w:rsidRDefault="00341B54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CD12E" w14:textId="4070F787" w:rsidR="00191191" w:rsidRPr="007910C0" w:rsidRDefault="007910C0" w:rsidP="007910C0">
    <w:pPr>
      <w:pStyle w:val="Nagwek"/>
      <w:rPr>
        <w:rFonts w:cs="Calibri"/>
        <w:sz w:val="20"/>
        <w:szCs w:val="20"/>
      </w:rPr>
    </w:pPr>
    <w:r w:rsidRPr="00765898">
      <w:rPr>
        <w:rFonts w:cs="Calibri"/>
        <w:bCs/>
        <w:lang w:val="pl-PL"/>
      </w:rPr>
      <w:t>Numer sprawy:</w:t>
    </w:r>
    <w:r w:rsidRPr="00765898">
      <w:rPr>
        <w:rFonts w:cs="Calibri"/>
        <w:b/>
        <w:lang w:val="pl-PL"/>
      </w:rPr>
      <w:t xml:space="preserve"> </w:t>
    </w:r>
    <w:r w:rsidR="00031D95" w:rsidRPr="00031D95">
      <w:rPr>
        <w:rFonts w:cs="Calibri"/>
        <w:b/>
        <w:lang w:val="pl-PL"/>
      </w:rPr>
      <w:t>ZP.261.</w:t>
    </w:r>
    <w:r w:rsidR="00B407B0">
      <w:rPr>
        <w:rFonts w:cs="Calibri"/>
        <w:b/>
        <w:lang w:val="pl-PL"/>
      </w:rPr>
      <w:t>35</w:t>
    </w:r>
    <w:r w:rsidR="00031D95" w:rsidRPr="00031D95">
      <w:rPr>
        <w:rFonts w:cs="Calibri"/>
        <w:b/>
        <w:lang w:val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464156819">
    <w:abstractNumId w:val="2"/>
  </w:num>
  <w:num w:numId="2" w16cid:durableId="2102950810">
    <w:abstractNumId w:val="1"/>
  </w:num>
  <w:num w:numId="3" w16cid:durableId="1903368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F54"/>
    <w:rsid w:val="0001598D"/>
    <w:rsid w:val="000200D3"/>
    <w:rsid w:val="00021643"/>
    <w:rsid w:val="00024E4F"/>
    <w:rsid w:val="0003077C"/>
    <w:rsid w:val="00031D95"/>
    <w:rsid w:val="00037ED6"/>
    <w:rsid w:val="00055D47"/>
    <w:rsid w:val="00072B1D"/>
    <w:rsid w:val="000810AC"/>
    <w:rsid w:val="00097646"/>
    <w:rsid w:val="000A4F81"/>
    <w:rsid w:val="000A6FF9"/>
    <w:rsid w:val="000C64B6"/>
    <w:rsid w:val="000D21D5"/>
    <w:rsid w:val="000D75F3"/>
    <w:rsid w:val="0011020D"/>
    <w:rsid w:val="00110327"/>
    <w:rsid w:val="00112F93"/>
    <w:rsid w:val="001257D4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A5387"/>
    <w:rsid w:val="001B592D"/>
    <w:rsid w:val="001B7A37"/>
    <w:rsid w:val="001B7CFB"/>
    <w:rsid w:val="001C48C1"/>
    <w:rsid w:val="001E03F8"/>
    <w:rsid w:val="001E52A5"/>
    <w:rsid w:val="002229AB"/>
    <w:rsid w:val="00223DCD"/>
    <w:rsid w:val="0023283E"/>
    <w:rsid w:val="00232BD3"/>
    <w:rsid w:val="002431BF"/>
    <w:rsid w:val="00254A74"/>
    <w:rsid w:val="00255829"/>
    <w:rsid w:val="0026084E"/>
    <w:rsid w:val="002640E4"/>
    <w:rsid w:val="002674B3"/>
    <w:rsid w:val="003070EF"/>
    <w:rsid w:val="00316C0F"/>
    <w:rsid w:val="00333C58"/>
    <w:rsid w:val="00334BDB"/>
    <w:rsid w:val="003406BE"/>
    <w:rsid w:val="00341B54"/>
    <w:rsid w:val="00343EFE"/>
    <w:rsid w:val="00345410"/>
    <w:rsid w:val="003537AA"/>
    <w:rsid w:val="003730E8"/>
    <w:rsid w:val="00396D6D"/>
    <w:rsid w:val="003A10EB"/>
    <w:rsid w:val="003F3553"/>
    <w:rsid w:val="00404920"/>
    <w:rsid w:val="0040735A"/>
    <w:rsid w:val="00407D1F"/>
    <w:rsid w:val="00422FB0"/>
    <w:rsid w:val="0042577F"/>
    <w:rsid w:val="00425C0F"/>
    <w:rsid w:val="00457168"/>
    <w:rsid w:val="00457BAB"/>
    <w:rsid w:val="00472A59"/>
    <w:rsid w:val="00486E93"/>
    <w:rsid w:val="004A2FC9"/>
    <w:rsid w:val="004A57DC"/>
    <w:rsid w:val="004B282B"/>
    <w:rsid w:val="004B48F8"/>
    <w:rsid w:val="004B4D78"/>
    <w:rsid w:val="004C1960"/>
    <w:rsid w:val="004D21FE"/>
    <w:rsid w:val="004E6AD7"/>
    <w:rsid w:val="004E6BC3"/>
    <w:rsid w:val="00502E50"/>
    <w:rsid w:val="0050429A"/>
    <w:rsid w:val="00507944"/>
    <w:rsid w:val="0051504D"/>
    <w:rsid w:val="00517C8E"/>
    <w:rsid w:val="005323D1"/>
    <w:rsid w:val="00534D72"/>
    <w:rsid w:val="00536665"/>
    <w:rsid w:val="0054379A"/>
    <w:rsid w:val="0055602F"/>
    <w:rsid w:val="0056786C"/>
    <w:rsid w:val="00577A04"/>
    <w:rsid w:val="00580B9C"/>
    <w:rsid w:val="0058674D"/>
    <w:rsid w:val="00594072"/>
    <w:rsid w:val="005A66B5"/>
    <w:rsid w:val="005B27A6"/>
    <w:rsid w:val="005C2265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C3957"/>
    <w:rsid w:val="006D03C7"/>
    <w:rsid w:val="006E5803"/>
    <w:rsid w:val="006F1371"/>
    <w:rsid w:val="007012FA"/>
    <w:rsid w:val="0070597F"/>
    <w:rsid w:val="0071024D"/>
    <w:rsid w:val="00711822"/>
    <w:rsid w:val="00713193"/>
    <w:rsid w:val="00727773"/>
    <w:rsid w:val="0075145D"/>
    <w:rsid w:val="00753347"/>
    <w:rsid w:val="007544B5"/>
    <w:rsid w:val="00760706"/>
    <w:rsid w:val="007619D4"/>
    <w:rsid w:val="00764482"/>
    <w:rsid w:val="00765898"/>
    <w:rsid w:val="007702C8"/>
    <w:rsid w:val="007811D0"/>
    <w:rsid w:val="007833A0"/>
    <w:rsid w:val="007910C0"/>
    <w:rsid w:val="00792930"/>
    <w:rsid w:val="00793E6B"/>
    <w:rsid w:val="007C3E05"/>
    <w:rsid w:val="007D0DAE"/>
    <w:rsid w:val="007D34FA"/>
    <w:rsid w:val="007F1729"/>
    <w:rsid w:val="00817B5C"/>
    <w:rsid w:val="00820018"/>
    <w:rsid w:val="008336B7"/>
    <w:rsid w:val="00836331"/>
    <w:rsid w:val="0086704E"/>
    <w:rsid w:val="00871673"/>
    <w:rsid w:val="008803EE"/>
    <w:rsid w:val="00881AAF"/>
    <w:rsid w:val="00891CF1"/>
    <w:rsid w:val="008A2D17"/>
    <w:rsid w:val="008B29C6"/>
    <w:rsid w:val="008B463B"/>
    <w:rsid w:val="008B59AC"/>
    <w:rsid w:val="008D6E44"/>
    <w:rsid w:val="008E1A58"/>
    <w:rsid w:val="00905EEA"/>
    <w:rsid w:val="00911C66"/>
    <w:rsid w:val="00913E6C"/>
    <w:rsid w:val="00925970"/>
    <w:rsid w:val="009374D6"/>
    <w:rsid w:val="00937508"/>
    <w:rsid w:val="00937582"/>
    <w:rsid w:val="00955924"/>
    <w:rsid w:val="009707A4"/>
    <w:rsid w:val="00973C90"/>
    <w:rsid w:val="00976AEE"/>
    <w:rsid w:val="00995C9D"/>
    <w:rsid w:val="009C2DA5"/>
    <w:rsid w:val="009D74D1"/>
    <w:rsid w:val="009E1C4A"/>
    <w:rsid w:val="009E202A"/>
    <w:rsid w:val="009F00FE"/>
    <w:rsid w:val="009F0ED8"/>
    <w:rsid w:val="009F20DB"/>
    <w:rsid w:val="00A050A8"/>
    <w:rsid w:val="00A12B27"/>
    <w:rsid w:val="00A13EA2"/>
    <w:rsid w:val="00A23015"/>
    <w:rsid w:val="00A334E0"/>
    <w:rsid w:val="00A410EB"/>
    <w:rsid w:val="00A575E0"/>
    <w:rsid w:val="00A6101E"/>
    <w:rsid w:val="00A969A1"/>
    <w:rsid w:val="00AB1A08"/>
    <w:rsid w:val="00AB7811"/>
    <w:rsid w:val="00AB7DCB"/>
    <w:rsid w:val="00AD15A5"/>
    <w:rsid w:val="00AD2B5B"/>
    <w:rsid w:val="00AD6CA4"/>
    <w:rsid w:val="00B025B5"/>
    <w:rsid w:val="00B072DE"/>
    <w:rsid w:val="00B407B0"/>
    <w:rsid w:val="00B46F47"/>
    <w:rsid w:val="00B551E6"/>
    <w:rsid w:val="00B662CF"/>
    <w:rsid w:val="00B7542A"/>
    <w:rsid w:val="00B825D5"/>
    <w:rsid w:val="00B952F1"/>
    <w:rsid w:val="00BA0F4A"/>
    <w:rsid w:val="00BA7863"/>
    <w:rsid w:val="00BB54C4"/>
    <w:rsid w:val="00BB624B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91CB0"/>
    <w:rsid w:val="00C95065"/>
    <w:rsid w:val="00CA47AE"/>
    <w:rsid w:val="00CC47A7"/>
    <w:rsid w:val="00CD09E5"/>
    <w:rsid w:val="00CD1224"/>
    <w:rsid w:val="00CD60C3"/>
    <w:rsid w:val="00CF08F0"/>
    <w:rsid w:val="00CF1EB0"/>
    <w:rsid w:val="00CF7482"/>
    <w:rsid w:val="00D052A9"/>
    <w:rsid w:val="00D2478D"/>
    <w:rsid w:val="00D425BD"/>
    <w:rsid w:val="00D561A7"/>
    <w:rsid w:val="00D718A4"/>
    <w:rsid w:val="00D76D87"/>
    <w:rsid w:val="00D76FF0"/>
    <w:rsid w:val="00DA040A"/>
    <w:rsid w:val="00DA78B2"/>
    <w:rsid w:val="00DB70D7"/>
    <w:rsid w:val="00DC5237"/>
    <w:rsid w:val="00DD5F3E"/>
    <w:rsid w:val="00DE03A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717AA"/>
    <w:rsid w:val="00E72B96"/>
    <w:rsid w:val="00E75F04"/>
    <w:rsid w:val="00E9363E"/>
    <w:rsid w:val="00EA442C"/>
    <w:rsid w:val="00EA4D46"/>
    <w:rsid w:val="00EB5E7A"/>
    <w:rsid w:val="00EC068D"/>
    <w:rsid w:val="00EC5201"/>
    <w:rsid w:val="00EE24B2"/>
    <w:rsid w:val="00EE31B2"/>
    <w:rsid w:val="00EE367F"/>
    <w:rsid w:val="00EF15B7"/>
    <w:rsid w:val="00EF6684"/>
    <w:rsid w:val="00F04AD1"/>
    <w:rsid w:val="00F147A1"/>
    <w:rsid w:val="00F17D7D"/>
    <w:rsid w:val="00F268A8"/>
    <w:rsid w:val="00F304E2"/>
    <w:rsid w:val="00F33851"/>
    <w:rsid w:val="00F34A62"/>
    <w:rsid w:val="00F3638E"/>
    <w:rsid w:val="00F636DE"/>
    <w:rsid w:val="00FB5435"/>
    <w:rsid w:val="00FC1E09"/>
    <w:rsid w:val="00FD6C11"/>
    <w:rsid w:val="00FE05CD"/>
    <w:rsid w:val="00FE4A27"/>
    <w:rsid w:val="00FF1388"/>
    <w:rsid w:val="00FF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560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803"/>
    <w:pPr>
      <w:widowControl w:val="0"/>
    </w:pPr>
    <w:rPr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803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58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2023-05-30T10:28:00Z</dcterms:created>
  <dcterms:modified xsi:type="dcterms:W3CDTF">2025-12-02T10:16:00Z</dcterms:modified>
</cp:coreProperties>
</file>